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7351DB2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B830F5">
        <w:rPr>
          <w:b/>
          <w:lang w:val="en-GB"/>
        </w:rPr>
        <w:t xml:space="preserve"> 25-G006-25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81C4F" w14:paraId="07FCC147" w14:textId="77777777" w:rsidTr="00F9710B">
        <w:tc>
          <w:tcPr>
            <w:tcW w:w="4673" w:type="dxa"/>
          </w:tcPr>
          <w:p w14:paraId="1F083020" w14:textId="77777777" w:rsidR="00B0293A" w:rsidRPr="00781C4F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81C4F" w14:paraId="28B1BC3C" w14:textId="77777777" w:rsidTr="00F9710B">
        <w:tc>
          <w:tcPr>
            <w:tcW w:w="4673" w:type="dxa"/>
          </w:tcPr>
          <w:p w14:paraId="462D669A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05C3D574" w:rsidR="00B0293A" w:rsidRPr="00781C4F" w:rsidRDefault="00874DF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665F15" w:rsidRPr="00665F15">
              <w:rPr>
                <w:rFonts w:ascii="Calibri" w:hAnsi="Calibri"/>
                <w:szCs w:val="20"/>
              </w:rPr>
              <w:t xml:space="preserve"> Dec 2025</w:t>
            </w:r>
          </w:p>
        </w:tc>
      </w:tr>
      <w:tr w:rsidR="00B0293A" w:rsidRPr="00781C4F" w14:paraId="4D9567D4" w14:textId="77777777" w:rsidTr="00F9710B">
        <w:tc>
          <w:tcPr>
            <w:tcW w:w="4673" w:type="dxa"/>
          </w:tcPr>
          <w:p w14:paraId="34AF4BE9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3CEEFAFA" w:rsidR="00B0293A" w:rsidRPr="00781C4F" w:rsidRDefault="00874DF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665F15" w:rsidRPr="00665F15">
              <w:rPr>
                <w:rFonts w:ascii="Calibri" w:hAnsi="Calibri"/>
                <w:szCs w:val="20"/>
              </w:rPr>
              <w:t xml:space="preserve"> Dec 2025</w:t>
            </w:r>
          </w:p>
        </w:tc>
      </w:tr>
      <w:tr w:rsidR="00B0293A" w:rsidRPr="00781C4F" w14:paraId="2E8E3BDC" w14:textId="77777777" w:rsidTr="00F9710B">
        <w:tc>
          <w:tcPr>
            <w:tcW w:w="4673" w:type="dxa"/>
          </w:tcPr>
          <w:p w14:paraId="2D4664AB" w14:textId="11017F4A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81C4F">
              <w:rPr>
                <w:rFonts w:cs="Calibri"/>
                <w:sz w:val="24"/>
                <w:szCs w:val="24"/>
              </w:rPr>
              <w:t xml:space="preserve">to </w:t>
            </w:r>
            <w:r w:rsidRPr="00781C4F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70F8D488" w:rsidR="00B0293A" w:rsidRPr="00781C4F" w:rsidRDefault="00874DF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665F15" w:rsidRPr="00665F15">
              <w:rPr>
                <w:rFonts w:ascii="Calibri" w:hAnsi="Calibri"/>
                <w:szCs w:val="20"/>
              </w:rPr>
              <w:t xml:space="preserve"> Dec 2025</w:t>
            </w:r>
          </w:p>
        </w:tc>
      </w:tr>
      <w:tr w:rsidR="00B0293A" w:rsidRPr="00781C4F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44313E41" w:rsidR="00B0293A" w:rsidRPr="00781C4F" w:rsidRDefault="00874DF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665F15" w:rsidRPr="00665F15">
              <w:rPr>
                <w:rFonts w:ascii="Calibri" w:hAnsi="Calibri"/>
                <w:szCs w:val="20"/>
              </w:rPr>
              <w:t xml:space="preserve"> Dec 2025</w:t>
            </w:r>
          </w:p>
        </w:tc>
      </w:tr>
      <w:tr w:rsidR="00B0293A" w:rsidRPr="00781C4F" w14:paraId="1D91F0FB" w14:textId="77777777" w:rsidTr="00F9710B">
        <w:tc>
          <w:tcPr>
            <w:tcW w:w="4673" w:type="dxa"/>
          </w:tcPr>
          <w:p w14:paraId="2673397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6F86B233" w:rsidR="00B0293A" w:rsidRPr="00781C4F" w:rsidRDefault="00874DF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665F15" w:rsidRPr="00665F15">
              <w:rPr>
                <w:rFonts w:ascii="Calibri" w:hAnsi="Calibri"/>
                <w:szCs w:val="20"/>
              </w:rPr>
              <w:t xml:space="preserve"> Dec 2025</w:t>
            </w:r>
          </w:p>
        </w:tc>
      </w:tr>
      <w:tr w:rsidR="00B0293A" w:rsidRPr="00781C4F" w14:paraId="5319267B" w14:textId="77777777" w:rsidTr="00F9710B">
        <w:tc>
          <w:tcPr>
            <w:tcW w:w="4673" w:type="dxa"/>
          </w:tcPr>
          <w:p w14:paraId="7C5FEA8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530C2005" w:rsidR="00B0293A" w:rsidRPr="00781C4F" w:rsidRDefault="00874DF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665F15" w:rsidRPr="00665F15">
              <w:rPr>
                <w:rFonts w:ascii="Calibri" w:hAnsi="Calibri"/>
                <w:szCs w:val="20"/>
              </w:rPr>
              <w:t xml:space="preserve"> Dec 2025</w:t>
            </w:r>
          </w:p>
        </w:tc>
      </w:tr>
      <w:tr w:rsidR="00B0293A" w:rsidRPr="00781C4F" w14:paraId="603C6C3A" w14:textId="77777777" w:rsidTr="00F9710B">
        <w:tc>
          <w:tcPr>
            <w:tcW w:w="4673" w:type="dxa"/>
          </w:tcPr>
          <w:p w14:paraId="468A46D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0B5C4F43" w:rsidR="00B0293A" w:rsidRPr="00781C4F" w:rsidRDefault="00646A0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665F15" w:rsidRPr="00665F15">
              <w:rPr>
                <w:rFonts w:ascii="Calibri" w:hAnsi="Calibri"/>
                <w:szCs w:val="20"/>
              </w:rPr>
              <w:t xml:space="preserve"> Dec 2025</w:t>
            </w:r>
          </w:p>
        </w:tc>
      </w:tr>
      <w:tr w:rsidR="00B0293A" w:rsidRPr="00781C4F" w14:paraId="405F2EC0" w14:textId="77777777" w:rsidTr="00F9710B">
        <w:tc>
          <w:tcPr>
            <w:tcW w:w="4673" w:type="dxa"/>
          </w:tcPr>
          <w:p w14:paraId="64B1558C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1F61E6B0" w:rsidR="00B0293A" w:rsidRPr="00781C4F" w:rsidRDefault="00646A0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665F15" w:rsidRPr="00665F15">
              <w:rPr>
                <w:rFonts w:ascii="Calibri" w:hAnsi="Calibri"/>
                <w:szCs w:val="20"/>
              </w:rPr>
              <w:t xml:space="preserve"> Dec 2025</w:t>
            </w:r>
          </w:p>
        </w:tc>
      </w:tr>
      <w:tr w:rsidR="00B0293A" w:rsidRPr="00781C4F" w14:paraId="169855ED" w14:textId="77777777" w:rsidTr="00F9710B">
        <w:tc>
          <w:tcPr>
            <w:tcW w:w="4673" w:type="dxa"/>
          </w:tcPr>
          <w:p w14:paraId="4995C7A1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14D723B9" w:rsidR="00B0293A" w:rsidRPr="00781C4F" w:rsidRDefault="00646A0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874DF5">
              <w:rPr>
                <w:rFonts w:ascii="Calibri" w:hAnsi="Calibri"/>
                <w:szCs w:val="20"/>
              </w:rPr>
              <w:t xml:space="preserve"> Dec 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F799E" w14:textId="77777777" w:rsidR="00B76C8C" w:rsidRDefault="00B76C8C">
      <w:r>
        <w:separator/>
      </w:r>
    </w:p>
  </w:endnote>
  <w:endnote w:type="continuationSeparator" w:id="0">
    <w:p w14:paraId="5D99FB9F" w14:textId="77777777" w:rsidR="00B76C8C" w:rsidRDefault="00B76C8C">
      <w:r>
        <w:continuationSeparator/>
      </w:r>
    </w:p>
  </w:endnote>
  <w:endnote w:type="continuationNotice" w:id="1">
    <w:p w14:paraId="5F225A86" w14:textId="77777777" w:rsidR="00B76C8C" w:rsidRDefault="00B76C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0BFACE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46A02">
      <w:rPr>
        <w:noProof/>
      </w:rPr>
      <w:t>2025-12-03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5FACB" w14:textId="77777777" w:rsidR="00B76C8C" w:rsidRDefault="00B76C8C">
      <w:r>
        <w:separator/>
      </w:r>
    </w:p>
  </w:footnote>
  <w:footnote w:type="continuationSeparator" w:id="0">
    <w:p w14:paraId="49CE946E" w14:textId="77777777" w:rsidR="00B76C8C" w:rsidRDefault="00B76C8C">
      <w:r>
        <w:continuationSeparator/>
      </w:r>
    </w:p>
  </w:footnote>
  <w:footnote w:type="continuationNotice" w:id="1">
    <w:p w14:paraId="2F863A90" w14:textId="77777777" w:rsidR="00B76C8C" w:rsidRDefault="00B76C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2F790A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62D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238D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A02"/>
    <w:rsid w:val="00650FC6"/>
    <w:rsid w:val="00651942"/>
    <w:rsid w:val="00652871"/>
    <w:rsid w:val="00652CC7"/>
    <w:rsid w:val="0065317C"/>
    <w:rsid w:val="00654162"/>
    <w:rsid w:val="006547A4"/>
    <w:rsid w:val="00655DED"/>
    <w:rsid w:val="00660B8C"/>
    <w:rsid w:val="006620A9"/>
    <w:rsid w:val="00662578"/>
    <w:rsid w:val="00664CA5"/>
    <w:rsid w:val="00665F1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DF5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6C8C"/>
    <w:rsid w:val="00B77B34"/>
    <w:rsid w:val="00B828C0"/>
    <w:rsid w:val="00B830F5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5DF8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3682E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1E25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23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2020-07-06T12:32:00Z</dcterms:created>
  <dcterms:modified xsi:type="dcterms:W3CDTF">2025-12-03T03:21:00Z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